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1ED" w:rsidRPr="00A833C3" w:rsidRDefault="005A01ED" w:rsidP="00BD0C02">
      <w:pPr>
        <w:jc w:val="center"/>
        <w:rPr>
          <w:b/>
          <w:bCs/>
        </w:rPr>
      </w:pPr>
      <w:r w:rsidRPr="00A833C3">
        <w:rPr>
          <w:b/>
          <w:bCs/>
        </w:rPr>
        <w:t>IT Applications - Tammy</w:t>
      </w:r>
    </w:p>
    <w:p w:rsidR="005A01ED" w:rsidRPr="00A833C3" w:rsidRDefault="005A01ED">
      <w:pPr>
        <w:rPr>
          <w:b/>
          <w:bCs/>
          <w:sz w:val="22"/>
          <w:szCs w:val="22"/>
        </w:rPr>
      </w:pPr>
    </w:p>
    <w:p w:rsidR="005A01ED" w:rsidRPr="00A833C3" w:rsidRDefault="005A01ED" w:rsidP="00E50C83">
      <w:pPr>
        <w:ind w:left="360"/>
        <w:rPr>
          <w:sz w:val="22"/>
          <w:szCs w:val="22"/>
        </w:rPr>
      </w:pPr>
    </w:p>
    <w:p w:rsidR="005A01ED" w:rsidRPr="00A833C3" w:rsidRDefault="005A01ED" w:rsidP="009E704B">
      <w:pPr>
        <w:ind w:left="360"/>
        <w:jc w:val="center"/>
        <w:rPr>
          <w:b/>
          <w:bCs/>
          <w:sz w:val="22"/>
          <w:szCs w:val="22"/>
        </w:rPr>
      </w:pPr>
      <w:r w:rsidRPr="00A833C3">
        <w:rPr>
          <w:b/>
          <w:bCs/>
          <w:sz w:val="22"/>
          <w:szCs w:val="22"/>
        </w:rPr>
        <w:t>Encryption software</w:t>
      </w:r>
    </w:p>
    <w:p w:rsidR="005A01ED" w:rsidRPr="00A833C3" w:rsidRDefault="005A01ED" w:rsidP="00017073">
      <w:pPr>
        <w:ind w:left="360"/>
        <w:rPr>
          <w:sz w:val="22"/>
          <w:szCs w:val="22"/>
        </w:rPr>
      </w:pPr>
    </w:p>
    <w:p w:rsidR="005A01ED" w:rsidRPr="00A833C3" w:rsidRDefault="005A01ED" w:rsidP="00A833C3">
      <w:pPr>
        <w:numPr>
          <w:ilvl w:val="0"/>
          <w:numId w:val="14"/>
        </w:numPr>
        <w:rPr>
          <w:sz w:val="22"/>
          <w:szCs w:val="22"/>
        </w:rPr>
      </w:pPr>
      <w:r w:rsidRPr="00A833C3">
        <w:rPr>
          <w:sz w:val="22"/>
          <w:szCs w:val="22"/>
        </w:rPr>
        <w:t>Explain how encryption works.</w:t>
      </w:r>
      <w:r w:rsidRPr="00A833C3">
        <w:rPr>
          <w:sz w:val="22"/>
          <w:szCs w:val="22"/>
        </w:rPr>
        <w:br/>
        <w:t>Encryption uses a key to scramble data so that if it is intercepted in cannot be read. Encrypted data can only be read with the key.</w:t>
      </w:r>
      <w:r w:rsidRPr="00A833C3">
        <w:rPr>
          <w:sz w:val="22"/>
          <w:szCs w:val="22"/>
        </w:rPr>
        <w:br/>
      </w:r>
      <w:r w:rsidRPr="00A833C3">
        <w:rPr>
          <w:b/>
          <w:bCs/>
          <w:sz w:val="22"/>
          <w:szCs w:val="22"/>
        </w:rPr>
        <w:t xml:space="preserve"> </w:t>
      </w:r>
    </w:p>
    <w:p w:rsidR="005A01ED" w:rsidRPr="00A833C3" w:rsidRDefault="005A01ED" w:rsidP="00A9660D">
      <w:pPr>
        <w:ind w:left="360"/>
        <w:rPr>
          <w:sz w:val="22"/>
          <w:szCs w:val="22"/>
        </w:rPr>
      </w:pPr>
    </w:p>
    <w:p w:rsidR="005A01ED" w:rsidRPr="00A833C3" w:rsidRDefault="005A01ED" w:rsidP="00A9660D">
      <w:pPr>
        <w:numPr>
          <w:ilvl w:val="0"/>
          <w:numId w:val="15"/>
        </w:numPr>
        <w:rPr>
          <w:sz w:val="22"/>
          <w:szCs w:val="22"/>
        </w:rPr>
      </w:pPr>
      <w:r w:rsidRPr="00A833C3">
        <w:rPr>
          <w:sz w:val="22"/>
          <w:szCs w:val="22"/>
        </w:rPr>
        <w:t>What is meant by access hierarchy?</w:t>
      </w:r>
    </w:p>
    <w:p w:rsidR="005A01ED" w:rsidRPr="00A833C3" w:rsidRDefault="005A01ED" w:rsidP="00A833C3">
      <w:pPr>
        <w:ind w:left="360"/>
        <w:rPr>
          <w:sz w:val="22"/>
          <w:szCs w:val="22"/>
        </w:rPr>
      </w:pPr>
      <w:r w:rsidRPr="00A833C3">
        <w:rPr>
          <w:sz w:val="22"/>
          <w:szCs w:val="22"/>
        </w:rPr>
        <w:t>Access hierarchy determines the various levels of access in an organisation</w:t>
      </w:r>
    </w:p>
    <w:p w:rsidR="005A01ED" w:rsidRPr="00A833C3" w:rsidRDefault="005A01ED" w:rsidP="00A833C3">
      <w:pPr>
        <w:ind w:left="360"/>
        <w:rPr>
          <w:sz w:val="22"/>
          <w:szCs w:val="22"/>
        </w:rPr>
      </w:pPr>
    </w:p>
    <w:p w:rsidR="005A01ED" w:rsidRPr="00A833C3" w:rsidRDefault="005A01ED" w:rsidP="00A9660D">
      <w:pPr>
        <w:numPr>
          <w:ilvl w:val="0"/>
          <w:numId w:val="15"/>
        </w:numPr>
        <w:rPr>
          <w:sz w:val="22"/>
          <w:szCs w:val="22"/>
        </w:rPr>
      </w:pPr>
      <w:r w:rsidRPr="00A833C3">
        <w:rPr>
          <w:sz w:val="22"/>
          <w:szCs w:val="22"/>
        </w:rPr>
        <w:t>What port does a secure website use?</w:t>
      </w:r>
      <w:r w:rsidRPr="00A833C3">
        <w:rPr>
          <w:sz w:val="22"/>
          <w:szCs w:val="22"/>
        </w:rPr>
        <w:br/>
        <w:t>Port 443 (https)</w:t>
      </w:r>
    </w:p>
    <w:p w:rsidR="005A01ED" w:rsidRPr="00A833C3" w:rsidRDefault="005A01ED" w:rsidP="00A9660D">
      <w:pPr>
        <w:ind w:left="360"/>
        <w:rPr>
          <w:sz w:val="22"/>
          <w:szCs w:val="22"/>
        </w:rPr>
      </w:pPr>
    </w:p>
    <w:p w:rsidR="005A01ED" w:rsidRPr="00A833C3" w:rsidRDefault="005A01ED" w:rsidP="009E704B">
      <w:pPr>
        <w:ind w:left="360"/>
        <w:jc w:val="center"/>
        <w:rPr>
          <w:b/>
          <w:bCs/>
          <w:sz w:val="22"/>
          <w:szCs w:val="22"/>
        </w:rPr>
      </w:pPr>
      <w:r w:rsidRPr="00A833C3">
        <w:rPr>
          <w:b/>
          <w:bCs/>
          <w:sz w:val="22"/>
          <w:szCs w:val="22"/>
        </w:rPr>
        <w:t>Virus detection software</w:t>
      </w:r>
    </w:p>
    <w:p w:rsidR="005A01ED" w:rsidRPr="00A833C3" w:rsidRDefault="005A01ED" w:rsidP="00A9660D">
      <w:pPr>
        <w:ind w:left="360"/>
        <w:rPr>
          <w:sz w:val="22"/>
          <w:szCs w:val="22"/>
        </w:rPr>
      </w:pPr>
    </w:p>
    <w:p w:rsidR="005A01ED" w:rsidRPr="00A833C3" w:rsidRDefault="005A01ED" w:rsidP="00A9660D">
      <w:pPr>
        <w:numPr>
          <w:ilvl w:val="0"/>
          <w:numId w:val="16"/>
        </w:numPr>
        <w:rPr>
          <w:sz w:val="22"/>
          <w:szCs w:val="22"/>
        </w:rPr>
      </w:pPr>
      <w:r w:rsidRPr="00A833C3">
        <w:rPr>
          <w:sz w:val="22"/>
          <w:szCs w:val="22"/>
        </w:rPr>
        <w:t>How often should this software be updated?</w:t>
      </w:r>
      <w:r w:rsidRPr="00A833C3">
        <w:rPr>
          <w:sz w:val="22"/>
          <w:szCs w:val="22"/>
        </w:rPr>
        <w:br/>
        <w:t>This software should be updated regularly. Most anti-virus programs update daily.</w:t>
      </w:r>
    </w:p>
    <w:p w:rsidR="005A01ED" w:rsidRPr="00A833C3" w:rsidRDefault="005A01ED" w:rsidP="00A9660D">
      <w:pPr>
        <w:ind w:left="360"/>
        <w:rPr>
          <w:sz w:val="22"/>
          <w:szCs w:val="22"/>
        </w:rPr>
      </w:pPr>
    </w:p>
    <w:p w:rsidR="005A01ED" w:rsidRPr="00A833C3" w:rsidRDefault="005A01ED" w:rsidP="009E704B">
      <w:pPr>
        <w:ind w:left="360"/>
        <w:jc w:val="center"/>
        <w:rPr>
          <w:b/>
          <w:bCs/>
          <w:sz w:val="22"/>
          <w:szCs w:val="22"/>
        </w:rPr>
      </w:pPr>
      <w:r w:rsidRPr="00A833C3">
        <w:rPr>
          <w:b/>
          <w:bCs/>
          <w:sz w:val="22"/>
          <w:szCs w:val="22"/>
        </w:rPr>
        <w:t>Backups</w:t>
      </w:r>
    </w:p>
    <w:p w:rsidR="005A01ED" w:rsidRPr="00A833C3" w:rsidRDefault="005A01ED" w:rsidP="00A9660D">
      <w:pPr>
        <w:ind w:left="360"/>
        <w:rPr>
          <w:sz w:val="22"/>
          <w:szCs w:val="22"/>
        </w:rPr>
      </w:pPr>
    </w:p>
    <w:p w:rsidR="005A01ED" w:rsidRPr="00A833C3" w:rsidRDefault="005A01ED" w:rsidP="00A9660D">
      <w:pPr>
        <w:numPr>
          <w:ilvl w:val="0"/>
          <w:numId w:val="17"/>
        </w:numPr>
        <w:rPr>
          <w:sz w:val="22"/>
          <w:szCs w:val="22"/>
        </w:rPr>
      </w:pPr>
      <w:r w:rsidRPr="00A833C3">
        <w:rPr>
          <w:sz w:val="22"/>
          <w:szCs w:val="22"/>
        </w:rPr>
        <w:t>Explain the 3 types of backups.</w:t>
      </w:r>
    </w:p>
    <w:p w:rsidR="005A01ED" w:rsidRPr="00A833C3" w:rsidRDefault="005A01ED" w:rsidP="00B56CCF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A833C3">
        <w:rPr>
          <w:sz w:val="22"/>
          <w:szCs w:val="22"/>
        </w:rPr>
        <w:t>Full</w:t>
      </w:r>
      <w:r w:rsidRPr="00A833C3">
        <w:rPr>
          <w:sz w:val="22"/>
          <w:szCs w:val="22"/>
        </w:rPr>
        <w:br/>
        <w:t>Involves copying all of the chosen files to a backup device.</w:t>
      </w:r>
    </w:p>
    <w:p w:rsidR="005A01ED" w:rsidRPr="00A833C3" w:rsidRDefault="005A01ED" w:rsidP="00B56CCF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A833C3">
        <w:rPr>
          <w:sz w:val="22"/>
          <w:szCs w:val="22"/>
        </w:rPr>
        <w:t>Differential</w:t>
      </w:r>
      <w:r w:rsidRPr="00A833C3">
        <w:rPr>
          <w:sz w:val="22"/>
          <w:szCs w:val="22"/>
        </w:rPr>
        <w:br/>
        <w:t>This is used with full backup. It is used if you are working with only two sets of backup media.</w:t>
      </w:r>
    </w:p>
    <w:p w:rsidR="005A01ED" w:rsidRPr="00A833C3" w:rsidRDefault="005A01ED" w:rsidP="00B56CCF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A833C3">
        <w:rPr>
          <w:sz w:val="22"/>
          <w:szCs w:val="22"/>
        </w:rPr>
        <w:t>Incremental</w:t>
      </w:r>
      <w:r w:rsidRPr="00A833C3">
        <w:rPr>
          <w:sz w:val="22"/>
          <w:szCs w:val="22"/>
        </w:rPr>
        <w:br/>
        <w:t>Incremental backup only backs up files that have been changed since the previous incremental backup.</w:t>
      </w:r>
    </w:p>
    <w:p w:rsidR="005A01ED" w:rsidRPr="00A833C3" w:rsidRDefault="005A01ED" w:rsidP="00A9660D">
      <w:pPr>
        <w:ind w:left="720"/>
        <w:rPr>
          <w:sz w:val="22"/>
          <w:szCs w:val="22"/>
        </w:rPr>
      </w:pPr>
    </w:p>
    <w:p w:rsidR="005A01ED" w:rsidRPr="00A833C3" w:rsidRDefault="005A01ED" w:rsidP="009E704B">
      <w:pPr>
        <w:ind w:left="360"/>
        <w:jc w:val="center"/>
        <w:rPr>
          <w:b/>
          <w:bCs/>
          <w:sz w:val="22"/>
          <w:szCs w:val="22"/>
        </w:rPr>
      </w:pPr>
      <w:r w:rsidRPr="00A833C3">
        <w:rPr>
          <w:b/>
          <w:bCs/>
          <w:sz w:val="22"/>
          <w:szCs w:val="22"/>
        </w:rPr>
        <w:t>File-naming conventions</w:t>
      </w:r>
    </w:p>
    <w:p w:rsidR="005A01ED" w:rsidRPr="00A833C3" w:rsidRDefault="005A01ED" w:rsidP="00A9660D">
      <w:pPr>
        <w:ind w:left="360"/>
        <w:rPr>
          <w:sz w:val="22"/>
          <w:szCs w:val="22"/>
        </w:rPr>
      </w:pPr>
    </w:p>
    <w:p w:rsidR="005A01ED" w:rsidRPr="00A833C3" w:rsidRDefault="005A01ED" w:rsidP="00711B71">
      <w:pPr>
        <w:numPr>
          <w:ilvl w:val="0"/>
          <w:numId w:val="18"/>
        </w:numPr>
        <w:rPr>
          <w:sz w:val="22"/>
          <w:szCs w:val="22"/>
        </w:rPr>
      </w:pPr>
      <w:r w:rsidRPr="00A833C3">
        <w:rPr>
          <w:sz w:val="22"/>
          <w:szCs w:val="22"/>
        </w:rPr>
        <w:t>List conventions for file-naming.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80"/>
        <w:gridCol w:w="2180"/>
        <w:gridCol w:w="2180"/>
        <w:gridCol w:w="2180"/>
      </w:tblGrid>
      <w:tr w:rsidR="005A01ED" w:rsidRPr="00A833C3">
        <w:tc>
          <w:tcPr>
            <w:tcW w:w="2180" w:type="dxa"/>
          </w:tcPr>
          <w:p w:rsidR="005A01ED" w:rsidRPr="00A833C3" w:rsidRDefault="005A01ED" w:rsidP="00107E4C">
            <w:pPr>
              <w:rPr>
                <w:sz w:val="22"/>
                <w:szCs w:val="22"/>
              </w:rPr>
            </w:pP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b/>
                <w:bCs/>
                <w:sz w:val="22"/>
                <w:szCs w:val="22"/>
              </w:rPr>
            </w:pPr>
            <w:r w:rsidRPr="00A833C3">
              <w:rPr>
                <w:b/>
                <w:bCs/>
                <w:sz w:val="22"/>
                <w:szCs w:val="22"/>
              </w:rPr>
              <w:t>Windows XP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b/>
                <w:bCs/>
                <w:sz w:val="22"/>
                <w:szCs w:val="22"/>
              </w:rPr>
            </w:pPr>
            <w:r w:rsidRPr="00A833C3">
              <w:rPr>
                <w:b/>
                <w:bCs/>
                <w:sz w:val="22"/>
                <w:szCs w:val="22"/>
              </w:rPr>
              <w:t>Mac OS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b/>
                <w:bCs/>
                <w:sz w:val="22"/>
                <w:szCs w:val="22"/>
              </w:rPr>
            </w:pPr>
            <w:r w:rsidRPr="00A833C3">
              <w:rPr>
                <w:b/>
                <w:bCs/>
                <w:sz w:val="22"/>
                <w:szCs w:val="22"/>
              </w:rPr>
              <w:t>Unix</w:t>
            </w:r>
          </w:p>
        </w:tc>
      </w:tr>
      <w:tr w:rsidR="005A01ED" w:rsidRPr="00A833C3">
        <w:tc>
          <w:tcPr>
            <w:tcW w:w="2180" w:type="dxa"/>
          </w:tcPr>
          <w:p w:rsidR="005A01ED" w:rsidRPr="00A833C3" w:rsidRDefault="005A01ED" w:rsidP="00107E4C">
            <w:pPr>
              <w:rPr>
                <w:b/>
                <w:bCs/>
                <w:sz w:val="22"/>
                <w:szCs w:val="22"/>
              </w:rPr>
            </w:pPr>
            <w:r w:rsidRPr="00A833C3">
              <w:rPr>
                <w:b/>
                <w:bCs/>
                <w:sz w:val="22"/>
                <w:szCs w:val="22"/>
              </w:rPr>
              <w:t>Maximum filename length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sz w:val="22"/>
                <w:szCs w:val="22"/>
              </w:rPr>
            </w:pPr>
            <w:r w:rsidRPr="00A833C3">
              <w:rPr>
                <w:sz w:val="22"/>
                <w:szCs w:val="22"/>
              </w:rPr>
              <w:t>255 characters; includes 3 character extension (eg; run.exe)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sz w:val="22"/>
                <w:szCs w:val="22"/>
              </w:rPr>
            </w:pPr>
            <w:r w:rsidRPr="00A833C3">
              <w:rPr>
                <w:sz w:val="22"/>
                <w:szCs w:val="22"/>
              </w:rPr>
              <w:t>31 characters; no extensions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sz w:val="22"/>
                <w:szCs w:val="22"/>
              </w:rPr>
            </w:pPr>
            <w:r w:rsidRPr="00A833C3">
              <w:rPr>
                <w:sz w:val="22"/>
                <w:szCs w:val="22"/>
              </w:rPr>
              <w:t>14-256 characters; includes extensions of any length</w:t>
            </w:r>
          </w:p>
        </w:tc>
      </w:tr>
      <w:tr w:rsidR="005A01ED" w:rsidRPr="00A833C3">
        <w:tc>
          <w:tcPr>
            <w:tcW w:w="2180" w:type="dxa"/>
          </w:tcPr>
          <w:p w:rsidR="005A01ED" w:rsidRPr="00A833C3" w:rsidRDefault="005A01ED" w:rsidP="00107E4C">
            <w:pPr>
              <w:rPr>
                <w:b/>
                <w:bCs/>
                <w:sz w:val="22"/>
                <w:szCs w:val="22"/>
              </w:rPr>
            </w:pPr>
            <w:r w:rsidRPr="00A833C3">
              <w:rPr>
                <w:b/>
                <w:bCs/>
                <w:sz w:val="22"/>
                <w:szCs w:val="22"/>
              </w:rPr>
              <w:t>Character to separate filename from extension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sz w:val="22"/>
                <w:szCs w:val="22"/>
              </w:rPr>
            </w:pPr>
            <w:r w:rsidRPr="00A833C3">
              <w:rPr>
                <w:sz w:val="22"/>
                <w:szCs w:val="22"/>
              </w:rPr>
              <w:t>. (full stop)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sz w:val="22"/>
                <w:szCs w:val="22"/>
              </w:rPr>
            </w:pPr>
            <w:r w:rsidRPr="00A833C3">
              <w:rPr>
                <w:sz w:val="22"/>
                <w:szCs w:val="22"/>
              </w:rPr>
              <w:t>No extensions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sz w:val="22"/>
                <w:szCs w:val="22"/>
              </w:rPr>
            </w:pPr>
            <w:r w:rsidRPr="00A833C3">
              <w:rPr>
                <w:sz w:val="22"/>
                <w:szCs w:val="22"/>
              </w:rPr>
              <w:t>. (full stop)</w:t>
            </w:r>
          </w:p>
        </w:tc>
      </w:tr>
      <w:tr w:rsidR="005A01ED" w:rsidRPr="00A833C3">
        <w:tc>
          <w:tcPr>
            <w:tcW w:w="2180" w:type="dxa"/>
          </w:tcPr>
          <w:p w:rsidR="005A01ED" w:rsidRPr="00A833C3" w:rsidRDefault="005A01ED" w:rsidP="00107E4C">
            <w:pPr>
              <w:rPr>
                <w:b/>
                <w:bCs/>
                <w:sz w:val="22"/>
                <w:szCs w:val="22"/>
              </w:rPr>
            </w:pPr>
            <w:r w:rsidRPr="00A833C3">
              <w:rPr>
                <w:b/>
                <w:bCs/>
                <w:sz w:val="22"/>
                <w:szCs w:val="22"/>
              </w:rPr>
              <w:t>Space allowed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sz w:val="22"/>
                <w:szCs w:val="22"/>
              </w:rPr>
            </w:pPr>
            <w:r w:rsidRPr="00A833C3">
              <w:rPr>
                <w:sz w:val="22"/>
                <w:szCs w:val="22"/>
              </w:rPr>
              <w:t>Yes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sz w:val="22"/>
                <w:szCs w:val="22"/>
              </w:rPr>
            </w:pPr>
            <w:r w:rsidRPr="00A833C3">
              <w:rPr>
                <w:sz w:val="22"/>
                <w:szCs w:val="22"/>
              </w:rPr>
              <w:t>Yes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sz w:val="22"/>
                <w:szCs w:val="22"/>
              </w:rPr>
            </w:pPr>
            <w:r w:rsidRPr="00A833C3">
              <w:rPr>
                <w:sz w:val="22"/>
                <w:szCs w:val="22"/>
              </w:rPr>
              <w:t>No</w:t>
            </w:r>
          </w:p>
        </w:tc>
      </w:tr>
      <w:tr w:rsidR="005A01ED" w:rsidRPr="00A833C3">
        <w:tc>
          <w:tcPr>
            <w:tcW w:w="2180" w:type="dxa"/>
          </w:tcPr>
          <w:p w:rsidR="005A01ED" w:rsidRPr="00A833C3" w:rsidRDefault="005A01ED" w:rsidP="00107E4C">
            <w:pPr>
              <w:rPr>
                <w:b/>
                <w:bCs/>
                <w:sz w:val="22"/>
                <w:szCs w:val="22"/>
              </w:rPr>
            </w:pPr>
            <w:r w:rsidRPr="00A833C3">
              <w:rPr>
                <w:b/>
                <w:bCs/>
                <w:sz w:val="22"/>
                <w:szCs w:val="22"/>
              </w:rPr>
              <w:t>Numbers allowed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sz w:val="22"/>
                <w:szCs w:val="22"/>
              </w:rPr>
            </w:pPr>
            <w:r w:rsidRPr="00A833C3">
              <w:rPr>
                <w:sz w:val="22"/>
                <w:szCs w:val="22"/>
              </w:rPr>
              <w:t>Yes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sz w:val="22"/>
                <w:szCs w:val="22"/>
              </w:rPr>
            </w:pPr>
            <w:r w:rsidRPr="00A833C3">
              <w:rPr>
                <w:sz w:val="22"/>
                <w:szCs w:val="22"/>
              </w:rPr>
              <w:t>Yes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sz w:val="22"/>
                <w:szCs w:val="22"/>
              </w:rPr>
            </w:pPr>
            <w:r w:rsidRPr="00A833C3">
              <w:rPr>
                <w:sz w:val="22"/>
                <w:szCs w:val="22"/>
              </w:rPr>
              <w:t>Yes</w:t>
            </w:r>
          </w:p>
        </w:tc>
      </w:tr>
      <w:tr w:rsidR="005A01ED" w:rsidRPr="00A833C3">
        <w:tc>
          <w:tcPr>
            <w:tcW w:w="2180" w:type="dxa"/>
          </w:tcPr>
          <w:p w:rsidR="005A01ED" w:rsidRPr="00A833C3" w:rsidRDefault="005A01ED" w:rsidP="00107E4C">
            <w:pPr>
              <w:rPr>
                <w:b/>
                <w:bCs/>
                <w:sz w:val="22"/>
                <w:szCs w:val="22"/>
              </w:rPr>
            </w:pPr>
            <w:r w:rsidRPr="00A833C3">
              <w:rPr>
                <w:b/>
                <w:bCs/>
                <w:sz w:val="22"/>
                <w:szCs w:val="22"/>
              </w:rPr>
              <w:t>Case-sensitive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sz w:val="22"/>
                <w:szCs w:val="22"/>
              </w:rPr>
            </w:pPr>
            <w:r w:rsidRPr="00A833C3">
              <w:rPr>
                <w:sz w:val="22"/>
                <w:szCs w:val="22"/>
              </w:rPr>
              <w:t>No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sz w:val="22"/>
                <w:szCs w:val="22"/>
              </w:rPr>
            </w:pPr>
            <w:r w:rsidRPr="00A833C3">
              <w:rPr>
                <w:sz w:val="22"/>
                <w:szCs w:val="22"/>
              </w:rPr>
              <w:t>Yes</w:t>
            </w:r>
          </w:p>
        </w:tc>
        <w:tc>
          <w:tcPr>
            <w:tcW w:w="2180" w:type="dxa"/>
          </w:tcPr>
          <w:p w:rsidR="005A01ED" w:rsidRPr="00A833C3" w:rsidRDefault="005A01ED" w:rsidP="00107E4C">
            <w:pPr>
              <w:rPr>
                <w:sz w:val="22"/>
                <w:szCs w:val="22"/>
              </w:rPr>
            </w:pPr>
            <w:r w:rsidRPr="00A833C3">
              <w:rPr>
                <w:sz w:val="22"/>
                <w:szCs w:val="22"/>
              </w:rPr>
              <w:t>Yes – use lower case</w:t>
            </w:r>
          </w:p>
        </w:tc>
      </w:tr>
    </w:tbl>
    <w:p w:rsidR="005A01ED" w:rsidRPr="00A833C3" w:rsidRDefault="005A01ED" w:rsidP="009F40FD">
      <w:pPr>
        <w:rPr>
          <w:sz w:val="22"/>
          <w:szCs w:val="22"/>
        </w:rPr>
      </w:pPr>
    </w:p>
    <w:p w:rsidR="005A01ED" w:rsidRPr="00A833C3" w:rsidRDefault="005A01ED" w:rsidP="00711B71">
      <w:pPr>
        <w:numPr>
          <w:ilvl w:val="0"/>
          <w:numId w:val="18"/>
        </w:numPr>
        <w:rPr>
          <w:sz w:val="22"/>
          <w:szCs w:val="22"/>
        </w:rPr>
      </w:pPr>
      <w:r w:rsidRPr="00A833C3">
        <w:rPr>
          <w:sz w:val="22"/>
          <w:szCs w:val="22"/>
        </w:rPr>
        <w:t>When is a sequential file-naming convention used?</w:t>
      </w:r>
      <w:r w:rsidRPr="00A833C3">
        <w:rPr>
          <w:sz w:val="22"/>
          <w:szCs w:val="22"/>
        </w:rPr>
        <w:br/>
        <w:t xml:space="preserve">When an organisation decides that they may need several copies of the same document kept. </w:t>
      </w:r>
    </w:p>
    <w:p w:rsidR="005A01ED" w:rsidRPr="00A833C3" w:rsidRDefault="005A01ED" w:rsidP="00711B71">
      <w:pPr>
        <w:numPr>
          <w:ilvl w:val="0"/>
          <w:numId w:val="18"/>
        </w:numPr>
        <w:rPr>
          <w:sz w:val="22"/>
          <w:szCs w:val="22"/>
        </w:rPr>
      </w:pPr>
      <w:r w:rsidRPr="00A833C3">
        <w:rPr>
          <w:sz w:val="22"/>
          <w:szCs w:val="22"/>
        </w:rPr>
        <w:t>What is the role of directories?</w:t>
      </w:r>
      <w:r w:rsidRPr="00A833C3">
        <w:rPr>
          <w:sz w:val="22"/>
          <w:szCs w:val="22"/>
        </w:rPr>
        <w:br/>
        <w:t>They help locate files quickly and have them in an organised manner.</w:t>
      </w:r>
    </w:p>
    <w:p w:rsidR="005A01ED" w:rsidRPr="00A833C3" w:rsidRDefault="005A01ED" w:rsidP="00711B71">
      <w:pPr>
        <w:ind w:left="360"/>
        <w:rPr>
          <w:sz w:val="22"/>
          <w:szCs w:val="22"/>
        </w:rPr>
      </w:pPr>
    </w:p>
    <w:p w:rsidR="005A01ED" w:rsidRPr="00A833C3" w:rsidRDefault="005A01ED" w:rsidP="009E704B">
      <w:pPr>
        <w:ind w:left="360"/>
        <w:jc w:val="center"/>
        <w:rPr>
          <w:b/>
          <w:bCs/>
          <w:sz w:val="22"/>
          <w:szCs w:val="22"/>
        </w:rPr>
      </w:pPr>
      <w:r w:rsidRPr="00A833C3">
        <w:rPr>
          <w:b/>
          <w:bCs/>
          <w:sz w:val="22"/>
          <w:szCs w:val="22"/>
        </w:rPr>
        <w:t>Version Control</w:t>
      </w:r>
    </w:p>
    <w:p w:rsidR="005A01ED" w:rsidRPr="00A833C3" w:rsidRDefault="005A01ED" w:rsidP="00711B71">
      <w:pPr>
        <w:ind w:left="360"/>
        <w:rPr>
          <w:sz w:val="22"/>
          <w:szCs w:val="22"/>
        </w:rPr>
      </w:pPr>
    </w:p>
    <w:p w:rsidR="005A01ED" w:rsidRPr="00A833C3" w:rsidRDefault="005A01ED" w:rsidP="00711B71">
      <w:pPr>
        <w:numPr>
          <w:ilvl w:val="0"/>
          <w:numId w:val="19"/>
        </w:numPr>
        <w:rPr>
          <w:sz w:val="22"/>
          <w:szCs w:val="22"/>
        </w:rPr>
      </w:pPr>
      <w:r w:rsidRPr="00A833C3">
        <w:rPr>
          <w:sz w:val="22"/>
          <w:szCs w:val="22"/>
        </w:rPr>
        <w:t>What is a strategy with virtual teams to avoid team members not working on the correct file/s?</w:t>
      </w:r>
      <w:r w:rsidRPr="00A833C3">
        <w:rPr>
          <w:sz w:val="22"/>
          <w:szCs w:val="22"/>
        </w:rPr>
        <w:br/>
        <w:t xml:space="preserve">A strategy is to store the files in a central location that is accessible by all contributors and using sequential file-naming strategy that clearly identifies the most recent version. </w:t>
      </w:r>
    </w:p>
    <w:p w:rsidR="005A01ED" w:rsidRPr="00A833C3" w:rsidRDefault="005A01ED" w:rsidP="008736E4"/>
    <w:p w:rsidR="005A01ED" w:rsidRPr="00A833C3" w:rsidRDefault="005A01ED" w:rsidP="008736E4"/>
    <w:p w:rsidR="005A01ED" w:rsidRPr="00A833C3" w:rsidRDefault="005A01ED" w:rsidP="008736E4"/>
    <w:p w:rsidR="005A01ED" w:rsidRPr="00A833C3" w:rsidRDefault="005A01ED" w:rsidP="008736E4"/>
    <w:p w:rsidR="005A01ED" w:rsidRPr="00A833C3" w:rsidRDefault="005A01ED" w:rsidP="00017073">
      <w:pPr>
        <w:ind w:left="360"/>
      </w:pPr>
    </w:p>
    <w:p w:rsidR="005A01ED" w:rsidRPr="00A833C3" w:rsidRDefault="005A01ED" w:rsidP="00427C90"/>
    <w:p w:rsidR="005A01ED" w:rsidRPr="00A833C3" w:rsidRDefault="005A01ED" w:rsidP="00427C90"/>
    <w:p w:rsidR="005A01ED" w:rsidRPr="00A833C3" w:rsidRDefault="005A01ED" w:rsidP="001E17D9"/>
    <w:sectPr w:rsidR="005A01ED" w:rsidRPr="00A833C3" w:rsidSect="008312D9">
      <w:type w:val="continuous"/>
      <w:pgSz w:w="11906" w:h="16838" w:code="9"/>
      <w:pgMar w:top="1134" w:right="1701" w:bottom="567" w:left="1701" w:header="340" w:footer="34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1ED" w:rsidRDefault="005A01ED">
      <w:r>
        <w:separator/>
      </w:r>
    </w:p>
  </w:endnote>
  <w:endnote w:type="continuationSeparator" w:id="1">
    <w:p w:rsidR="005A01ED" w:rsidRDefault="005A0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1ED" w:rsidRDefault="005A01ED">
      <w:r>
        <w:separator/>
      </w:r>
    </w:p>
  </w:footnote>
  <w:footnote w:type="continuationSeparator" w:id="1">
    <w:p w:rsidR="005A01ED" w:rsidRDefault="005A01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B5C1E"/>
    <w:multiLevelType w:val="hybridMultilevel"/>
    <w:tmpl w:val="7B5CE046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763FA5"/>
    <w:multiLevelType w:val="hybridMultilevel"/>
    <w:tmpl w:val="ECECAFC8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A9298A"/>
    <w:multiLevelType w:val="hybridMultilevel"/>
    <w:tmpl w:val="8750AC6C"/>
    <w:lvl w:ilvl="0" w:tplc="2F869A2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F54DF5"/>
    <w:multiLevelType w:val="hybridMultilevel"/>
    <w:tmpl w:val="19A4EF88"/>
    <w:lvl w:ilvl="0" w:tplc="7B54D60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162DD9"/>
    <w:multiLevelType w:val="hybridMultilevel"/>
    <w:tmpl w:val="4E0CB17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315F6"/>
    <w:multiLevelType w:val="hybridMultilevel"/>
    <w:tmpl w:val="D090E214"/>
    <w:lvl w:ilvl="0" w:tplc="A840452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BD3945"/>
    <w:multiLevelType w:val="hybridMultilevel"/>
    <w:tmpl w:val="0C7A242C"/>
    <w:lvl w:ilvl="0" w:tplc="44049CE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670765"/>
    <w:multiLevelType w:val="hybridMultilevel"/>
    <w:tmpl w:val="4EBA9FA0"/>
    <w:lvl w:ilvl="0" w:tplc="776E269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4B1150"/>
    <w:multiLevelType w:val="hybridMultilevel"/>
    <w:tmpl w:val="FCBEA792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6E23AB"/>
    <w:multiLevelType w:val="hybridMultilevel"/>
    <w:tmpl w:val="1D0C9AAA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EF135A"/>
    <w:multiLevelType w:val="hybridMultilevel"/>
    <w:tmpl w:val="689A6EC4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2C7347"/>
    <w:multiLevelType w:val="hybridMultilevel"/>
    <w:tmpl w:val="2612EECA"/>
    <w:lvl w:ilvl="0" w:tplc="FF3E758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EC1C4C"/>
    <w:multiLevelType w:val="hybridMultilevel"/>
    <w:tmpl w:val="B16C0D60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C706AD"/>
    <w:multiLevelType w:val="hybridMultilevel"/>
    <w:tmpl w:val="E2F8DFAE"/>
    <w:lvl w:ilvl="0" w:tplc="E026936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0B1BDD"/>
    <w:multiLevelType w:val="hybridMultilevel"/>
    <w:tmpl w:val="ECECAAD4"/>
    <w:lvl w:ilvl="0" w:tplc="2578B80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D12091"/>
    <w:multiLevelType w:val="hybridMultilevel"/>
    <w:tmpl w:val="127C84D4"/>
    <w:lvl w:ilvl="0" w:tplc="FB9424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6F3740"/>
    <w:multiLevelType w:val="hybridMultilevel"/>
    <w:tmpl w:val="F216B67C"/>
    <w:lvl w:ilvl="0" w:tplc="0C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2A4DA86">
      <w:start w:val="11"/>
      <w:numFmt w:val="decimal"/>
      <w:lvlText w:val="%2."/>
      <w:lvlJc w:val="left"/>
      <w:pPr>
        <w:tabs>
          <w:tab w:val="num" w:pos="1860"/>
        </w:tabs>
        <w:ind w:left="1860" w:hanging="420"/>
      </w:pPr>
      <w:rPr>
        <w:rFonts w:ascii="Times New Roman" w:hAnsi="Times New Roman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8CB4650"/>
    <w:multiLevelType w:val="hybridMultilevel"/>
    <w:tmpl w:val="50565674"/>
    <w:lvl w:ilvl="0" w:tplc="A470109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D66C51"/>
    <w:multiLevelType w:val="hybridMultilevel"/>
    <w:tmpl w:val="0908B444"/>
    <w:lvl w:ilvl="0" w:tplc="31BEA8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9503666"/>
    <w:multiLevelType w:val="hybridMultilevel"/>
    <w:tmpl w:val="E2B01BFA"/>
    <w:lvl w:ilvl="0" w:tplc="CE46F2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B70ED2"/>
    <w:multiLevelType w:val="hybridMultilevel"/>
    <w:tmpl w:val="7AB863F2"/>
    <w:lvl w:ilvl="0" w:tplc="FD08C53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16"/>
  </w:num>
  <w:num w:numId="4">
    <w:abstractNumId w:val="1"/>
  </w:num>
  <w:num w:numId="5">
    <w:abstractNumId w:val="10"/>
  </w:num>
  <w:num w:numId="6">
    <w:abstractNumId w:val="17"/>
  </w:num>
  <w:num w:numId="7">
    <w:abstractNumId w:val="20"/>
  </w:num>
  <w:num w:numId="8">
    <w:abstractNumId w:val="14"/>
  </w:num>
  <w:num w:numId="9">
    <w:abstractNumId w:val="9"/>
  </w:num>
  <w:num w:numId="10">
    <w:abstractNumId w:val="18"/>
  </w:num>
  <w:num w:numId="11">
    <w:abstractNumId w:val="6"/>
  </w:num>
  <w:num w:numId="12">
    <w:abstractNumId w:val="5"/>
  </w:num>
  <w:num w:numId="13">
    <w:abstractNumId w:val="13"/>
  </w:num>
  <w:num w:numId="14">
    <w:abstractNumId w:val="11"/>
  </w:num>
  <w:num w:numId="15">
    <w:abstractNumId w:val="2"/>
  </w:num>
  <w:num w:numId="16">
    <w:abstractNumId w:val="7"/>
  </w:num>
  <w:num w:numId="17">
    <w:abstractNumId w:val="3"/>
  </w:num>
  <w:num w:numId="18">
    <w:abstractNumId w:val="19"/>
  </w:num>
  <w:num w:numId="19">
    <w:abstractNumId w:val="15"/>
  </w:num>
  <w:num w:numId="20">
    <w:abstractNumId w:val="4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0C02"/>
    <w:rsid w:val="00006022"/>
    <w:rsid w:val="00011101"/>
    <w:rsid w:val="00012E93"/>
    <w:rsid w:val="00013561"/>
    <w:rsid w:val="00017073"/>
    <w:rsid w:val="000251E6"/>
    <w:rsid w:val="00043405"/>
    <w:rsid w:val="00043B24"/>
    <w:rsid w:val="00051FA2"/>
    <w:rsid w:val="000C32F9"/>
    <w:rsid w:val="000D134C"/>
    <w:rsid w:val="001031BE"/>
    <w:rsid w:val="00107E4C"/>
    <w:rsid w:val="0011078F"/>
    <w:rsid w:val="001170F6"/>
    <w:rsid w:val="00143765"/>
    <w:rsid w:val="0014488E"/>
    <w:rsid w:val="00145AE0"/>
    <w:rsid w:val="0015412C"/>
    <w:rsid w:val="00165C80"/>
    <w:rsid w:val="001664CE"/>
    <w:rsid w:val="00175FBC"/>
    <w:rsid w:val="00183A83"/>
    <w:rsid w:val="00185AA1"/>
    <w:rsid w:val="001863BE"/>
    <w:rsid w:val="00192214"/>
    <w:rsid w:val="001A6954"/>
    <w:rsid w:val="001B72FD"/>
    <w:rsid w:val="001D188C"/>
    <w:rsid w:val="001E17D9"/>
    <w:rsid w:val="001F20D6"/>
    <w:rsid w:val="001F7071"/>
    <w:rsid w:val="002008D7"/>
    <w:rsid w:val="002016C1"/>
    <w:rsid w:val="00203A14"/>
    <w:rsid w:val="00204667"/>
    <w:rsid w:val="002078E5"/>
    <w:rsid w:val="00217375"/>
    <w:rsid w:val="0022688A"/>
    <w:rsid w:val="00260F4A"/>
    <w:rsid w:val="0026637C"/>
    <w:rsid w:val="00287920"/>
    <w:rsid w:val="002901A3"/>
    <w:rsid w:val="00297123"/>
    <w:rsid w:val="002A4917"/>
    <w:rsid w:val="002A7025"/>
    <w:rsid w:val="002B01C3"/>
    <w:rsid w:val="002B4527"/>
    <w:rsid w:val="002B4963"/>
    <w:rsid w:val="002C3D99"/>
    <w:rsid w:val="002C4650"/>
    <w:rsid w:val="002D11E1"/>
    <w:rsid w:val="002F16D7"/>
    <w:rsid w:val="002F1B58"/>
    <w:rsid w:val="002F2561"/>
    <w:rsid w:val="00300AA1"/>
    <w:rsid w:val="00306035"/>
    <w:rsid w:val="00312D06"/>
    <w:rsid w:val="0032654F"/>
    <w:rsid w:val="003268E8"/>
    <w:rsid w:val="00327C49"/>
    <w:rsid w:val="00330D4B"/>
    <w:rsid w:val="00355A4D"/>
    <w:rsid w:val="00361154"/>
    <w:rsid w:val="00366F9A"/>
    <w:rsid w:val="003804AE"/>
    <w:rsid w:val="003816A6"/>
    <w:rsid w:val="0038457D"/>
    <w:rsid w:val="00384F83"/>
    <w:rsid w:val="00394FC3"/>
    <w:rsid w:val="003A6829"/>
    <w:rsid w:val="003B16A0"/>
    <w:rsid w:val="003C13E7"/>
    <w:rsid w:val="003D1F4F"/>
    <w:rsid w:val="00412BEC"/>
    <w:rsid w:val="0041408D"/>
    <w:rsid w:val="00415DF6"/>
    <w:rsid w:val="004209F8"/>
    <w:rsid w:val="00427C90"/>
    <w:rsid w:val="00442404"/>
    <w:rsid w:val="00464E9A"/>
    <w:rsid w:val="00472D03"/>
    <w:rsid w:val="00475960"/>
    <w:rsid w:val="0048553D"/>
    <w:rsid w:val="00496063"/>
    <w:rsid w:val="004A5BA5"/>
    <w:rsid w:val="004B02F4"/>
    <w:rsid w:val="004C0EC9"/>
    <w:rsid w:val="004C33F3"/>
    <w:rsid w:val="004D3B77"/>
    <w:rsid w:val="004E3525"/>
    <w:rsid w:val="004E7D05"/>
    <w:rsid w:val="005204CC"/>
    <w:rsid w:val="0052215A"/>
    <w:rsid w:val="00533500"/>
    <w:rsid w:val="00537873"/>
    <w:rsid w:val="005446F5"/>
    <w:rsid w:val="00545ADA"/>
    <w:rsid w:val="00546FC6"/>
    <w:rsid w:val="00553E4E"/>
    <w:rsid w:val="00557D23"/>
    <w:rsid w:val="00567A17"/>
    <w:rsid w:val="00574850"/>
    <w:rsid w:val="00581559"/>
    <w:rsid w:val="00582BED"/>
    <w:rsid w:val="00590D69"/>
    <w:rsid w:val="0059157E"/>
    <w:rsid w:val="0059655C"/>
    <w:rsid w:val="005A01ED"/>
    <w:rsid w:val="005A6388"/>
    <w:rsid w:val="005D552C"/>
    <w:rsid w:val="005E0E5B"/>
    <w:rsid w:val="006007CE"/>
    <w:rsid w:val="00605D7A"/>
    <w:rsid w:val="0060646D"/>
    <w:rsid w:val="00607EAA"/>
    <w:rsid w:val="00616648"/>
    <w:rsid w:val="0062047B"/>
    <w:rsid w:val="006238D3"/>
    <w:rsid w:val="00641B85"/>
    <w:rsid w:val="006500E2"/>
    <w:rsid w:val="0065784C"/>
    <w:rsid w:val="00660307"/>
    <w:rsid w:val="00670EB8"/>
    <w:rsid w:val="006736EE"/>
    <w:rsid w:val="006753AE"/>
    <w:rsid w:val="0067672B"/>
    <w:rsid w:val="00676E15"/>
    <w:rsid w:val="00681F46"/>
    <w:rsid w:val="00685C38"/>
    <w:rsid w:val="00690DF2"/>
    <w:rsid w:val="00691EB5"/>
    <w:rsid w:val="006B6D39"/>
    <w:rsid w:val="006C3611"/>
    <w:rsid w:val="006D3CD2"/>
    <w:rsid w:val="006D6A4E"/>
    <w:rsid w:val="006E2139"/>
    <w:rsid w:val="006E322B"/>
    <w:rsid w:val="006E75BA"/>
    <w:rsid w:val="006F6F6E"/>
    <w:rsid w:val="00700B5B"/>
    <w:rsid w:val="00711B71"/>
    <w:rsid w:val="00711F60"/>
    <w:rsid w:val="00720BB8"/>
    <w:rsid w:val="00750153"/>
    <w:rsid w:val="0075232B"/>
    <w:rsid w:val="00752A1E"/>
    <w:rsid w:val="00756213"/>
    <w:rsid w:val="00767292"/>
    <w:rsid w:val="0079202A"/>
    <w:rsid w:val="00792508"/>
    <w:rsid w:val="00792A90"/>
    <w:rsid w:val="007948A1"/>
    <w:rsid w:val="007A0E8E"/>
    <w:rsid w:val="007A7770"/>
    <w:rsid w:val="007B1D1E"/>
    <w:rsid w:val="007D3ABF"/>
    <w:rsid w:val="007E7376"/>
    <w:rsid w:val="007F18C1"/>
    <w:rsid w:val="007F1E69"/>
    <w:rsid w:val="00805C5F"/>
    <w:rsid w:val="00826B77"/>
    <w:rsid w:val="00830DCC"/>
    <w:rsid w:val="008312D9"/>
    <w:rsid w:val="0083424F"/>
    <w:rsid w:val="008460F3"/>
    <w:rsid w:val="00856BA6"/>
    <w:rsid w:val="008579E4"/>
    <w:rsid w:val="00862D71"/>
    <w:rsid w:val="00865BFA"/>
    <w:rsid w:val="008736E4"/>
    <w:rsid w:val="00885434"/>
    <w:rsid w:val="00893508"/>
    <w:rsid w:val="00897EAB"/>
    <w:rsid w:val="008A641D"/>
    <w:rsid w:val="008A658C"/>
    <w:rsid w:val="008B2158"/>
    <w:rsid w:val="008C2E22"/>
    <w:rsid w:val="008F1A7A"/>
    <w:rsid w:val="008F357F"/>
    <w:rsid w:val="0090144D"/>
    <w:rsid w:val="00907EBC"/>
    <w:rsid w:val="00912F56"/>
    <w:rsid w:val="00914CE8"/>
    <w:rsid w:val="00922BBF"/>
    <w:rsid w:val="00935357"/>
    <w:rsid w:val="00940289"/>
    <w:rsid w:val="009474AF"/>
    <w:rsid w:val="00954603"/>
    <w:rsid w:val="009578D5"/>
    <w:rsid w:val="00970744"/>
    <w:rsid w:val="0097397B"/>
    <w:rsid w:val="009808D2"/>
    <w:rsid w:val="00990A16"/>
    <w:rsid w:val="00995AE3"/>
    <w:rsid w:val="009A54C6"/>
    <w:rsid w:val="009A582C"/>
    <w:rsid w:val="009A60BB"/>
    <w:rsid w:val="009B4B05"/>
    <w:rsid w:val="009C63F5"/>
    <w:rsid w:val="009D7961"/>
    <w:rsid w:val="009E704B"/>
    <w:rsid w:val="009F1CFA"/>
    <w:rsid w:val="009F40FD"/>
    <w:rsid w:val="009F7EDE"/>
    <w:rsid w:val="00A03F06"/>
    <w:rsid w:val="00A077D0"/>
    <w:rsid w:val="00A1015C"/>
    <w:rsid w:val="00A25175"/>
    <w:rsid w:val="00A2721B"/>
    <w:rsid w:val="00A35215"/>
    <w:rsid w:val="00A37BEF"/>
    <w:rsid w:val="00A4620E"/>
    <w:rsid w:val="00A53806"/>
    <w:rsid w:val="00A655F8"/>
    <w:rsid w:val="00A73434"/>
    <w:rsid w:val="00A7634B"/>
    <w:rsid w:val="00A80459"/>
    <w:rsid w:val="00A833C3"/>
    <w:rsid w:val="00A834BB"/>
    <w:rsid w:val="00A85F2C"/>
    <w:rsid w:val="00A9660D"/>
    <w:rsid w:val="00A977CB"/>
    <w:rsid w:val="00AA6375"/>
    <w:rsid w:val="00AA7CD2"/>
    <w:rsid w:val="00AC004E"/>
    <w:rsid w:val="00AC0F02"/>
    <w:rsid w:val="00AC4B38"/>
    <w:rsid w:val="00AC4D59"/>
    <w:rsid w:val="00AC6916"/>
    <w:rsid w:val="00AC6F87"/>
    <w:rsid w:val="00AE0ED2"/>
    <w:rsid w:val="00AE67C1"/>
    <w:rsid w:val="00AF29E9"/>
    <w:rsid w:val="00AF5FC3"/>
    <w:rsid w:val="00B00BB0"/>
    <w:rsid w:val="00B15BB9"/>
    <w:rsid w:val="00B1669F"/>
    <w:rsid w:val="00B17344"/>
    <w:rsid w:val="00B22F2B"/>
    <w:rsid w:val="00B25D44"/>
    <w:rsid w:val="00B26E25"/>
    <w:rsid w:val="00B327C5"/>
    <w:rsid w:val="00B36E42"/>
    <w:rsid w:val="00B36EF1"/>
    <w:rsid w:val="00B41B6C"/>
    <w:rsid w:val="00B430DA"/>
    <w:rsid w:val="00B56CCF"/>
    <w:rsid w:val="00B672EE"/>
    <w:rsid w:val="00B773C0"/>
    <w:rsid w:val="00B9754C"/>
    <w:rsid w:val="00B9784C"/>
    <w:rsid w:val="00BA1DAF"/>
    <w:rsid w:val="00BA6011"/>
    <w:rsid w:val="00BB06DC"/>
    <w:rsid w:val="00BB279F"/>
    <w:rsid w:val="00BB355A"/>
    <w:rsid w:val="00BD0C02"/>
    <w:rsid w:val="00BD1F85"/>
    <w:rsid w:val="00BE13AF"/>
    <w:rsid w:val="00BE463E"/>
    <w:rsid w:val="00BE4F2C"/>
    <w:rsid w:val="00C056BA"/>
    <w:rsid w:val="00C077E8"/>
    <w:rsid w:val="00C14EAB"/>
    <w:rsid w:val="00C176ED"/>
    <w:rsid w:val="00C2302A"/>
    <w:rsid w:val="00C31C88"/>
    <w:rsid w:val="00C33495"/>
    <w:rsid w:val="00C53777"/>
    <w:rsid w:val="00C545EF"/>
    <w:rsid w:val="00C54E94"/>
    <w:rsid w:val="00C626BA"/>
    <w:rsid w:val="00C7229C"/>
    <w:rsid w:val="00C74B1A"/>
    <w:rsid w:val="00C76CE7"/>
    <w:rsid w:val="00C7769E"/>
    <w:rsid w:val="00C77C61"/>
    <w:rsid w:val="00C8212E"/>
    <w:rsid w:val="00CA1263"/>
    <w:rsid w:val="00CA32EF"/>
    <w:rsid w:val="00CB53EC"/>
    <w:rsid w:val="00CB71D3"/>
    <w:rsid w:val="00CC54FE"/>
    <w:rsid w:val="00CF2B9E"/>
    <w:rsid w:val="00CF380F"/>
    <w:rsid w:val="00D00A21"/>
    <w:rsid w:val="00D06F1D"/>
    <w:rsid w:val="00D152FA"/>
    <w:rsid w:val="00D164B1"/>
    <w:rsid w:val="00D340C5"/>
    <w:rsid w:val="00D3541A"/>
    <w:rsid w:val="00D43767"/>
    <w:rsid w:val="00D443B3"/>
    <w:rsid w:val="00D44AF8"/>
    <w:rsid w:val="00D47EA1"/>
    <w:rsid w:val="00D525C7"/>
    <w:rsid w:val="00D54831"/>
    <w:rsid w:val="00D5640F"/>
    <w:rsid w:val="00D74AD8"/>
    <w:rsid w:val="00D8140C"/>
    <w:rsid w:val="00DA6D06"/>
    <w:rsid w:val="00DB257F"/>
    <w:rsid w:val="00DB2FE1"/>
    <w:rsid w:val="00DC2F62"/>
    <w:rsid w:val="00DC5CDF"/>
    <w:rsid w:val="00DC7503"/>
    <w:rsid w:val="00DD2682"/>
    <w:rsid w:val="00DD5DB3"/>
    <w:rsid w:val="00DE09E4"/>
    <w:rsid w:val="00DE1B32"/>
    <w:rsid w:val="00E1457F"/>
    <w:rsid w:val="00E215B0"/>
    <w:rsid w:val="00E416F4"/>
    <w:rsid w:val="00E420A6"/>
    <w:rsid w:val="00E442F9"/>
    <w:rsid w:val="00E50C83"/>
    <w:rsid w:val="00E54343"/>
    <w:rsid w:val="00E55E71"/>
    <w:rsid w:val="00E640EA"/>
    <w:rsid w:val="00E73DB4"/>
    <w:rsid w:val="00E74B49"/>
    <w:rsid w:val="00E76115"/>
    <w:rsid w:val="00E80D98"/>
    <w:rsid w:val="00E9107C"/>
    <w:rsid w:val="00E91E1F"/>
    <w:rsid w:val="00E951D8"/>
    <w:rsid w:val="00EB4E56"/>
    <w:rsid w:val="00EC0331"/>
    <w:rsid w:val="00EC56A8"/>
    <w:rsid w:val="00EC6043"/>
    <w:rsid w:val="00ED18E6"/>
    <w:rsid w:val="00ED3B86"/>
    <w:rsid w:val="00ED4A37"/>
    <w:rsid w:val="00ED530F"/>
    <w:rsid w:val="00EE09FA"/>
    <w:rsid w:val="00EE4B01"/>
    <w:rsid w:val="00EE5B9B"/>
    <w:rsid w:val="00EF4DA2"/>
    <w:rsid w:val="00F1058A"/>
    <w:rsid w:val="00F33213"/>
    <w:rsid w:val="00F34C51"/>
    <w:rsid w:val="00F4207B"/>
    <w:rsid w:val="00F439C2"/>
    <w:rsid w:val="00F45CAD"/>
    <w:rsid w:val="00F47B59"/>
    <w:rsid w:val="00F7480C"/>
    <w:rsid w:val="00F90115"/>
    <w:rsid w:val="00F96E7A"/>
    <w:rsid w:val="00FA05D7"/>
    <w:rsid w:val="00FB20E2"/>
    <w:rsid w:val="00FB5CDD"/>
    <w:rsid w:val="00FC15C6"/>
    <w:rsid w:val="00FC30A1"/>
    <w:rsid w:val="00FF01D8"/>
    <w:rsid w:val="00FF4A0C"/>
    <w:rsid w:val="00FF54A3"/>
    <w:rsid w:val="00FF7C29"/>
    <w:rsid w:val="00FF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ED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439C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439C2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D4376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21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4376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217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312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173"/>
    <w:rPr>
      <w:sz w:val="0"/>
      <w:szCs w:val="0"/>
    </w:rPr>
  </w:style>
  <w:style w:type="paragraph" w:styleId="ListParagraph">
    <w:name w:val="List Paragraph"/>
    <w:basedOn w:val="Normal"/>
    <w:uiPriority w:val="99"/>
    <w:qFormat/>
    <w:rsid w:val="00B56CCF"/>
    <w:pPr>
      <w:ind w:left="720"/>
    </w:pPr>
  </w:style>
  <w:style w:type="table" w:styleId="TableGrid">
    <w:name w:val="Table Grid"/>
    <w:basedOn w:val="TableNormal"/>
    <w:uiPriority w:val="99"/>
    <w:rsid w:val="00FB20E2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276</Words>
  <Characters>1578</Characters>
  <Application>Microsoft Office Outlook</Application>
  <DocSecurity>0</DocSecurity>
  <Lines>0</Lines>
  <Paragraphs>0</Paragraphs>
  <ScaleCrop>false</ScaleCrop>
  <Company>Department of Education and Training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Applications</dc:title>
  <dc:subject/>
  <dc:creator>Kelvin Baird</dc:creator>
  <cp:keywords/>
  <dc:description/>
  <cp:lastModifiedBy>notebook</cp:lastModifiedBy>
  <cp:revision>2</cp:revision>
  <cp:lastPrinted>2007-04-10T01:10:00Z</cp:lastPrinted>
  <dcterms:created xsi:type="dcterms:W3CDTF">2010-05-04T03:14:00Z</dcterms:created>
  <dcterms:modified xsi:type="dcterms:W3CDTF">2010-05-04T03:14:00Z</dcterms:modified>
</cp:coreProperties>
</file>